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73" w:rsidRPr="0036355E" w:rsidRDefault="00E41173" w:rsidP="00923D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1173" w:rsidRPr="0036355E" w:rsidRDefault="00E41173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41173" w:rsidRPr="00161E78" w:rsidRDefault="00E41173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1173" w:rsidRDefault="00E41173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июня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 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41173" w:rsidRPr="00161E78" w:rsidRDefault="00E41173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1173" w:rsidRPr="00161E78" w:rsidRDefault="00E41173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41173" w:rsidRDefault="00E41173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E41173" w:rsidRDefault="00E41173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41173" w:rsidRPr="009D58BB">
        <w:trPr>
          <w:trHeight w:val="1097"/>
        </w:trPr>
        <w:tc>
          <w:tcPr>
            <w:tcW w:w="9016" w:type="dxa"/>
          </w:tcPr>
          <w:p w:rsidR="00E41173" w:rsidRPr="009D58BB" w:rsidRDefault="00E411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E41173" w:rsidRPr="009D58BB" w:rsidRDefault="00E411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41173" w:rsidRDefault="00E41173" w:rsidP="0042661F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41173" w:rsidRDefault="00E41173" w:rsidP="0042661F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E41173" w:rsidRDefault="00E41173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 бюджета Школьненского сельского поселения Белореченского района на 2016 год:</w:t>
      </w:r>
    </w:p>
    <w:p w:rsidR="00E41173" w:rsidRDefault="00E41173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28 067 326,46 рублей;</w:t>
      </w:r>
    </w:p>
    <w:p w:rsidR="00E41173" w:rsidRDefault="00E41173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28 243 000,00 рублей;</w:t>
      </w:r>
    </w:p>
    <w:p w:rsidR="00E41173" w:rsidRDefault="00E41173" w:rsidP="004266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175 673,54 рублей.»</w:t>
      </w:r>
    </w:p>
    <w:p w:rsidR="00E41173" w:rsidRDefault="00E41173" w:rsidP="00426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На основании Закона Краснодарского края от 28 декабря 2015 года        № 3310-КЗ «О краевом бюджете на 2016 год» (с изменениями и дополнениями)  прочие субсидии бюджетам сельским поселениям в сумме 4 550 000,00 рублей направить  по коду раздела, подраздела 05 02 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пунктов.</w:t>
      </w:r>
    </w:p>
    <w:p w:rsidR="00E41173" w:rsidRDefault="00E41173" w:rsidP="0042661F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дорожного  фонда (за счет налоговых и неналоговых доходов) по состоянию на 01.01.2016 года в сумме 100 000,00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</w:t>
      </w:r>
      <w:r w:rsidRPr="009319DB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E41173" w:rsidRDefault="00E41173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Передвинуть ассигнования в сумме 69 700,00 рублей, предусмотренные:</w:t>
      </w:r>
    </w:p>
    <w:p w:rsidR="00E41173" w:rsidRDefault="00E41173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50 000,00 рублей, виду расходов 800 в сумме 4 700,00 рублей на вид расходов 200 в сумме 54 700,00 рублей на материальные затраты.</w:t>
      </w:r>
    </w:p>
    <w:p w:rsidR="00E41173" w:rsidRDefault="00E41173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15 000,00 рублей на вид расходов 200 на канцтовары.</w:t>
      </w:r>
    </w:p>
    <w:p w:rsidR="00E41173" w:rsidRPr="00E028DA" w:rsidRDefault="00E41173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4-6,7,10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E41173" w:rsidRPr="00E028DA" w:rsidRDefault="00E41173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41173" w:rsidRPr="00E028DA" w:rsidRDefault="00E41173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E41173" w:rsidRPr="00DD5EF6" w:rsidRDefault="00E4117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173" w:rsidRPr="00DD5EF6" w:rsidRDefault="00E41173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E41173" w:rsidRDefault="00E41173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E41173" w:rsidRDefault="00E41173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1173" w:rsidRPr="00203FD5" w:rsidRDefault="00E41173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1173" w:rsidRPr="00203FD5" w:rsidRDefault="00E41173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41173" w:rsidRPr="00203FD5" w:rsidRDefault="00E41173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E41173" w:rsidRPr="00203FD5" w:rsidRDefault="00E41173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E41173" w:rsidRPr="00203FD5" w:rsidRDefault="00E41173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1173" w:rsidRPr="009D58BB" w:rsidRDefault="00E41173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E41173" w:rsidRDefault="00E41173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173" w:rsidRPr="00203FD5" w:rsidRDefault="00E41173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E41173" w:rsidRPr="00203FD5" w:rsidRDefault="00E41173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1173" w:rsidRPr="00203FD5" w:rsidRDefault="00E41173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1173" w:rsidRPr="00203FD5" w:rsidRDefault="00E41173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E41173" w:rsidRPr="00203FD5">
        <w:trPr>
          <w:cantSplit/>
        </w:trPr>
        <w:tc>
          <w:tcPr>
            <w:tcW w:w="4908" w:type="dxa"/>
          </w:tcPr>
          <w:p w:rsidR="00E41173" w:rsidRPr="00203FD5" w:rsidRDefault="00E41173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E41173" w:rsidRPr="00203FD5">
        <w:trPr>
          <w:cantSplit/>
        </w:trPr>
        <w:tc>
          <w:tcPr>
            <w:tcW w:w="4908" w:type="dxa"/>
          </w:tcPr>
          <w:p w:rsidR="00E41173" w:rsidRPr="00203FD5" w:rsidRDefault="00E41173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173" w:rsidRPr="00203FD5">
        <w:trPr>
          <w:cantSplit/>
        </w:trPr>
        <w:tc>
          <w:tcPr>
            <w:tcW w:w="4908" w:type="dxa"/>
          </w:tcPr>
          <w:p w:rsidR="00E41173" w:rsidRPr="00203FD5" w:rsidRDefault="00E41173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173" w:rsidRPr="00203FD5">
        <w:trPr>
          <w:cantSplit/>
        </w:trPr>
        <w:tc>
          <w:tcPr>
            <w:tcW w:w="4908" w:type="dxa"/>
          </w:tcPr>
          <w:p w:rsidR="00E41173" w:rsidRPr="00203FD5" w:rsidRDefault="00E41173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173" w:rsidRPr="00203FD5">
        <w:trPr>
          <w:cantSplit/>
        </w:trPr>
        <w:tc>
          <w:tcPr>
            <w:tcW w:w="4908" w:type="dxa"/>
          </w:tcPr>
          <w:p w:rsidR="00E41173" w:rsidRPr="003B5708" w:rsidRDefault="00E41173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</w:t>
            </w:r>
          </w:p>
          <w:p w:rsidR="00E41173" w:rsidRPr="003B5708" w:rsidRDefault="00E41173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 Белореченский район</w:t>
            </w:r>
          </w:p>
          <w:p w:rsidR="00E41173" w:rsidRPr="00203FD5" w:rsidRDefault="00E41173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E41173" w:rsidRPr="00203FD5" w:rsidRDefault="00E41173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E41173" w:rsidRPr="00EF127F" w:rsidRDefault="00E41173" w:rsidP="009B3142">
      <w:pPr>
        <w:widowControl w:val="0"/>
        <w:tabs>
          <w:tab w:val="right" w:pos="9498"/>
        </w:tabs>
        <w:rPr>
          <w:lang w:eastAsia="ru-RU"/>
        </w:rPr>
      </w:pPr>
    </w:p>
    <w:p w:rsidR="00E41173" w:rsidRPr="00DD5EF6" w:rsidRDefault="00E41173" w:rsidP="009B3142">
      <w:pPr>
        <w:tabs>
          <w:tab w:val="left" w:pos="0"/>
          <w:tab w:val="left" w:pos="900"/>
        </w:tabs>
      </w:pPr>
    </w:p>
    <w:p w:rsidR="00E41173" w:rsidRDefault="00E41173" w:rsidP="009B3142">
      <w:pPr>
        <w:tabs>
          <w:tab w:val="left" w:pos="900"/>
        </w:tabs>
        <w:rPr>
          <w:sz w:val="28"/>
          <w:szCs w:val="28"/>
        </w:rPr>
      </w:pPr>
    </w:p>
    <w:p w:rsidR="00E41173" w:rsidRPr="00DD5EF6" w:rsidRDefault="00E41173" w:rsidP="009B3142">
      <w:pPr>
        <w:tabs>
          <w:tab w:val="left" w:pos="0"/>
          <w:tab w:val="left" w:pos="900"/>
        </w:tabs>
      </w:pPr>
    </w:p>
    <w:p w:rsidR="00E41173" w:rsidRPr="00DD5EF6" w:rsidRDefault="00E41173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E41173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173" w:rsidRDefault="00E41173" w:rsidP="00B57B3B">
      <w:r>
        <w:separator/>
      </w:r>
    </w:p>
  </w:endnote>
  <w:endnote w:type="continuationSeparator" w:id="0">
    <w:p w:rsidR="00E41173" w:rsidRDefault="00E4117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173" w:rsidRDefault="00E41173" w:rsidP="00B57B3B">
      <w:r>
        <w:separator/>
      </w:r>
    </w:p>
  </w:footnote>
  <w:footnote w:type="continuationSeparator" w:id="0">
    <w:p w:rsidR="00E41173" w:rsidRDefault="00E4117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73" w:rsidRPr="003139BC" w:rsidRDefault="00E4117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41173" w:rsidRDefault="00E411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0977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504D7"/>
    <w:rsid w:val="00253C20"/>
    <w:rsid w:val="00255B84"/>
    <w:rsid w:val="00260F0C"/>
    <w:rsid w:val="00271227"/>
    <w:rsid w:val="00276A1B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F21"/>
    <w:rsid w:val="00371E03"/>
    <w:rsid w:val="0037343E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2661F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47055"/>
    <w:rsid w:val="00654C50"/>
    <w:rsid w:val="006602EC"/>
    <w:rsid w:val="00665A87"/>
    <w:rsid w:val="006719EC"/>
    <w:rsid w:val="00676CA9"/>
    <w:rsid w:val="00687224"/>
    <w:rsid w:val="006A182E"/>
    <w:rsid w:val="006A47E2"/>
    <w:rsid w:val="006B04DF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2757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3D16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08D8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653B"/>
    <w:rsid w:val="00A5786A"/>
    <w:rsid w:val="00A60D9F"/>
    <w:rsid w:val="00A65FE7"/>
    <w:rsid w:val="00A674A9"/>
    <w:rsid w:val="00A72975"/>
    <w:rsid w:val="00A807AD"/>
    <w:rsid w:val="00A927CD"/>
    <w:rsid w:val="00A969F6"/>
    <w:rsid w:val="00AA4F2B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3E08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1173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122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566</TotalTime>
  <Pages>3</Pages>
  <Words>1031</Words>
  <Characters>5877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28</cp:revision>
  <cp:lastPrinted>2016-06-17T08:16:00Z</cp:lastPrinted>
  <dcterms:created xsi:type="dcterms:W3CDTF">2015-01-21T15:24:00Z</dcterms:created>
  <dcterms:modified xsi:type="dcterms:W3CDTF">2016-06-20T07:22:00Z</dcterms:modified>
</cp:coreProperties>
</file>